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4AC" w:rsidRDefault="005764AC" w:rsidP="00F865BA">
      <w:pPr>
        <w:jc w:val="center"/>
        <w:rPr>
          <w:rFonts w:ascii="Times New Roman" w:hAnsi="Times New Roman"/>
          <w:sz w:val="24"/>
          <w:szCs w:val="24"/>
        </w:rPr>
      </w:pPr>
    </w:p>
    <w:p w:rsidR="005764AC" w:rsidRDefault="005764AC" w:rsidP="00F865BA">
      <w:pPr>
        <w:jc w:val="center"/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F865BA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DECLARAÇÃO DE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65BA"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</w:rPr>
        <w:t>ENDIMENTO AS NORMAS DE</w:t>
      </w:r>
      <w:r w:rsidRPr="00F865BA">
        <w:rPr>
          <w:rFonts w:ascii="Times New Roman" w:hAnsi="Times New Roman"/>
          <w:sz w:val="24"/>
          <w:szCs w:val="24"/>
        </w:rPr>
        <w:t xml:space="preserve"> SAÚDE E SEGURANÇA DO TRABALHO</w:t>
      </w:r>
    </w:p>
    <w:p w:rsidR="005764AC" w:rsidRDefault="005764AC" w:rsidP="00F865BA">
      <w:pPr>
        <w:jc w:val="center"/>
      </w:pPr>
    </w:p>
    <w:p w:rsidR="005764AC" w:rsidRDefault="005764AC" w:rsidP="00F865BA">
      <w:pPr>
        <w:jc w:val="center"/>
      </w:pPr>
    </w:p>
    <w:p w:rsidR="005764AC" w:rsidRDefault="005764AC" w:rsidP="00F865BA">
      <w:pPr>
        <w:jc w:val="center"/>
      </w:pP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 xml:space="preserve">Ref.: (identificação da licitação) </w:t>
      </w: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Default="005764AC" w:rsidP="009127D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………</w:t>
      </w: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……………………………………………………………………………, inscrita no CNPJ nº ……………………………………, DECLARA, </w:t>
      </w:r>
      <w:r w:rsidRPr="00F865BA">
        <w:rPr>
          <w:rFonts w:ascii="Times New Roman" w:hAnsi="Times New Roman"/>
          <w:sz w:val="24"/>
          <w:szCs w:val="24"/>
        </w:rPr>
        <w:t xml:space="preserve">que </w:t>
      </w:r>
      <w:r>
        <w:rPr>
          <w:rFonts w:ascii="Times New Roman" w:hAnsi="Times New Roman"/>
          <w:sz w:val="24"/>
          <w:szCs w:val="24"/>
        </w:rPr>
        <w:t xml:space="preserve">atende as exigências normativas referente a saúde e segurança do trabalho, de acordo com as disposições contidas nas Normas Regulamentadoras (NRs), aprovadas pela portaria 3.214, de 8 de junho de 1978, e atualizações, mantendo os documentos de gestão de saúde e segurança do trabalho atualizados e a disposição da fiscalização. </w:t>
      </w: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Default="005764AC" w:rsidP="00F865BA">
      <w:pPr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9127D0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5764AC" w:rsidRDefault="005764AC" w:rsidP="009127D0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(Data)</w:t>
      </w:r>
    </w:p>
    <w:p w:rsidR="005764AC" w:rsidRDefault="005764AC" w:rsidP="009127D0">
      <w:pPr>
        <w:jc w:val="center"/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9127D0">
      <w:pPr>
        <w:jc w:val="center"/>
        <w:rPr>
          <w:rFonts w:ascii="Times New Roman" w:hAnsi="Times New Roman"/>
          <w:sz w:val="24"/>
          <w:szCs w:val="24"/>
        </w:rPr>
      </w:pPr>
    </w:p>
    <w:p w:rsidR="005764AC" w:rsidRPr="00F865BA" w:rsidRDefault="005764AC" w:rsidP="009127D0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5764AC" w:rsidRPr="00F865BA" w:rsidRDefault="005764AC" w:rsidP="009127D0">
      <w:pPr>
        <w:jc w:val="center"/>
        <w:rPr>
          <w:rFonts w:ascii="Times New Roman" w:hAnsi="Times New Roman"/>
          <w:sz w:val="24"/>
          <w:szCs w:val="24"/>
        </w:rPr>
      </w:pPr>
      <w:r w:rsidRPr="00F865BA">
        <w:rPr>
          <w:rFonts w:ascii="Times New Roman" w:hAnsi="Times New Roman"/>
          <w:sz w:val="24"/>
          <w:szCs w:val="24"/>
        </w:rPr>
        <w:t>(Representante legal)</w:t>
      </w:r>
    </w:p>
    <w:sectPr w:rsidR="005764AC" w:rsidRPr="00F865BA" w:rsidSect="00CB06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531E"/>
    <w:rsid w:val="000C059B"/>
    <w:rsid w:val="00170A0D"/>
    <w:rsid w:val="001A2F46"/>
    <w:rsid w:val="0026755E"/>
    <w:rsid w:val="00326B7C"/>
    <w:rsid w:val="005764AC"/>
    <w:rsid w:val="005E54E4"/>
    <w:rsid w:val="008B7979"/>
    <w:rsid w:val="009127D0"/>
    <w:rsid w:val="00CB0623"/>
    <w:rsid w:val="00D62B43"/>
    <w:rsid w:val="00DB01B5"/>
    <w:rsid w:val="00F2305A"/>
    <w:rsid w:val="00F5531E"/>
    <w:rsid w:val="00F86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62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96</Words>
  <Characters>519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ATENDIMENTO AS NORMAS DE GESTÃO DE SAÚDE E SEGURANÇA DO TRABALHO</dc:title>
  <dc:subject/>
  <dc:creator>Usuário do Windows</dc:creator>
  <cp:keywords/>
  <dc:description/>
  <cp:lastModifiedBy>PRÓ-INFRA</cp:lastModifiedBy>
  <cp:revision>2</cp:revision>
  <dcterms:created xsi:type="dcterms:W3CDTF">2021-01-28T18:47:00Z</dcterms:created>
  <dcterms:modified xsi:type="dcterms:W3CDTF">2021-01-28T18:47:00Z</dcterms:modified>
</cp:coreProperties>
</file>